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9F" w:rsidRDefault="00713E9F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8"/>
          <w:szCs w:val="28"/>
        </w:rPr>
      </w:pP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ТЕРРИТОРИАЛЬНЫЙ  ОРГАН ФЕДЕРАЛЬНОЙ СЛУЖБЫ</w:t>
      </w: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ГОСУДАРСТВЕННОЙ СТАТИСТИКИ ПО ЧЕЧЕНСКОЙ РЕСПУБЛИКЕ</w:t>
      </w:r>
    </w:p>
    <w:p w:rsidR="004C0385" w:rsidRDefault="004C0385" w:rsidP="00E514FE">
      <w:pPr>
        <w:shd w:val="clear" w:color="auto" w:fill="A6A6A6" w:themeFill="background1" w:themeFillShade="A6"/>
        <w:rPr>
          <w:bCs/>
          <w:szCs w:val="28"/>
        </w:rPr>
      </w:pP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ED6029" w:rsidRDefault="00492CB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1760360</wp:posOffset>
            </wp:positionH>
            <wp:positionV relativeFrom="paragraph">
              <wp:posOffset>114935</wp:posOffset>
            </wp:positionV>
            <wp:extent cx="2283883" cy="2144889"/>
            <wp:effectExtent l="19050" t="0" r="2117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883" cy="2144889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A7EB7" w:rsidRDefault="008A7EB7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9E68D5" w:rsidRPr="00696699" w:rsidRDefault="009E68D5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492CB1" w:rsidRPr="00696699" w:rsidRDefault="00492CB1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492CB1" w:rsidRPr="00AC0124" w:rsidRDefault="00492CB1" w:rsidP="00487F7F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487F7F" w:rsidRDefault="0009664D" w:rsidP="00487F7F">
      <w:pPr>
        <w:shd w:val="clear" w:color="auto" w:fill="A6A6A6" w:themeFill="background1" w:themeFillShade="A6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w:t>Э</w:t>
      </w:r>
      <w:r w:rsidR="00487F7F">
        <w:rPr>
          <w:rFonts w:ascii="Times New Roman" w:hAnsi="Times New Roman"/>
          <w:b/>
          <w:color w:val="FF0000"/>
          <w:sz w:val="44"/>
          <w:szCs w:val="44"/>
        </w:rPr>
        <w:t>КОНОМИЧЕСКИ АКТИВНОЕ И ЭКОНОМИЧЕСКИ НЕАКТИВНОЕ НАСЕЛЕНИЕ</w:t>
      </w:r>
    </w:p>
    <w:p w:rsidR="0009664D" w:rsidRDefault="00487F7F" w:rsidP="00487F7F">
      <w:pPr>
        <w:shd w:val="clear" w:color="auto" w:fill="A6A6A6" w:themeFill="background1" w:themeFillShade="A6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5600C1">
        <w:rPr>
          <w:rFonts w:ascii="Times New Roman" w:hAnsi="Times New Roman"/>
          <w:b/>
          <w:color w:val="000000" w:themeColor="text1"/>
          <w:sz w:val="44"/>
          <w:szCs w:val="44"/>
        </w:rPr>
        <w:t>ЧЕЧЕНСКОЙ РЕСПУБЛИК</w:t>
      </w:r>
      <w:r>
        <w:rPr>
          <w:rFonts w:ascii="Times New Roman" w:hAnsi="Times New Roman"/>
          <w:b/>
          <w:color w:val="000000" w:themeColor="text1"/>
          <w:sz w:val="44"/>
          <w:szCs w:val="44"/>
        </w:rPr>
        <w:t>И</w:t>
      </w:r>
    </w:p>
    <w:p w:rsidR="00487F7F" w:rsidRDefault="00487F7F" w:rsidP="00487F7F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7F7F" w:rsidRDefault="00487F7F" w:rsidP="00487F7F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7F7F" w:rsidRPr="006A2098" w:rsidRDefault="00487F7F" w:rsidP="00487F7F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 w:rsidRPr="006A2098">
        <w:rPr>
          <w:rFonts w:ascii="Times New Roman" w:hAnsi="Times New Roman"/>
          <w:b/>
          <w:color w:val="0070C0"/>
          <w:sz w:val="24"/>
          <w:szCs w:val="24"/>
        </w:rPr>
        <w:t>ИТОГИ ВСЕРОССИЙСКОЙ ПЕРЕПИСИ</w:t>
      </w:r>
    </w:p>
    <w:p w:rsidR="00FE6191" w:rsidRPr="006A2098" w:rsidRDefault="00487F7F" w:rsidP="00487F7F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 w:rsidRPr="006A2098">
        <w:rPr>
          <w:rFonts w:ascii="Times New Roman" w:hAnsi="Times New Roman"/>
          <w:b/>
          <w:color w:val="0070C0"/>
          <w:sz w:val="24"/>
          <w:szCs w:val="24"/>
        </w:rPr>
        <w:t>НАСЕЛЕНИЯ 2010 ГОДА</w:t>
      </w:r>
    </w:p>
    <w:p w:rsidR="00487F7F" w:rsidRDefault="00487F7F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FF0000"/>
          <w:sz w:val="96"/>
          <w:szCs w:val="96"/>
        </w:rPr>
      </w:pPr>
    </w:p>
    <w:p w:rsidR="005600C1" w:rsidRPr="00487F7F" w:rsidRDefault="00A27CC4" w:rsidP="00487F7F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color w:val="FF0000"/>
          <w:sz w:val="96"/>
          <w:szCs w:val="96"/>
        </w:rPr>
        <w:t xml:space="preserve"> </w:t>
      </w:r>
      <w:r w:rsidR="0009664D">
        <w:rPr>
          <w:rFonts w:ascii="Times New Roman" w:hAnsi="Times New Roman"/>
          <w:b/>
          <w:color w:val="FF0000"/>
          <w:sz w:val="96"/>
          <w:szCs w:val="96"/>
        </w:rPr>
        <w:t>7</w:t>
      </w:r>
      <w:r w:rsidR="005600C1" w:rsidRPr="005600C1">
        <w:rPr>
          <w:rFonts w:ascii="Times New Roman" w:hAnsi="Times New Roman"/>
          <w:b/>
          <w:sz w:val="96"/>
          <w:szCs w:val="96"/>
        </w:rPr>
        <w:t xml:space="preserve">                                  </w:t>
      </w:r>
      <w:r w:rsidR="009E68D5">
        <w:rPr>
          <w:rFonts w:ascii="Times New Roman" w:hAnsi="Times New Roman"/>
          <w:b/>
          <w:sz w:val="32"/>
          <w:szCs w:val="32"/>
        </w:rPr>
        <w:t>ТОМ</w:t>
      </w:r>
    </w:p>
    <w:p w:rsidR="005600C1" w:rsidRPr="00EA72F7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EA72F7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5600C1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4044" w:rsidRPr="00487F7F" w:rsidRDefault="008D138F" w:rsidP="00487F7F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7F7F">
        <w:rPr>
          <w:rFonts w:ascii="Times New Roman" w:hAnsi="Times New Roman"/>
          <w:sz w:val="24"/>
          <w:szCs w:val="24"/>
        </w:rPr>
        <w:t>Г</w:t>
      </w:r>
      <w:r w:rsidR="00487F7F" w:rsidRPr="00487F7F">
        <w:rPr>
          <w:rFonts w:ascii="Times New Roman" w:hAnsi="Times New Roman"/>
          <w:sz w:val="24"/>
          <w:szCs w:val="24"/>
        </w:rPr>
        <w:t>РОЗНЫЙ</w:t>
      </w:r>
    </w:p>
    <w:p w:rsidR="009E68D5" w:rsidRPr="005600C1" w:rsidRDefault="008D138F" w:rsidP="00487F7F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2012</w:t>
      </w:r>
    </w:p>
    <w:p w:rsidR="00492CB1" w:rsidRPr="007F4BD2" w:rsidRDefault="00492CB1" w:rsidP="007F4BD2">
      <w:pPr>
        <w:rPr>
          <w:rFonts w:ascii="Times New Roman" w:hAnsi="Times New Roman"/>
          <w:b/>
          <w:sz w:val="28"/>
          <w:szCs w:val="28"/>
        </w:rPr>
      </w:pPr>
    </w:p>
    <w:p w:rsidR="007F4BD2" w:rsidRDefault="00ED6029" w:rsidP="007F4BD2">
      <w:pPr>
        <w:jc w:val="center"/>
        <w:rPr>
          <w:rFonts w:ascii="Times New Roman" w:hAnsi="Times New Roman"/>
          <w:b/>
          <w:sz w:val="28"/>
          <w:szCs w:val="28"/>
        </w:rPr>
      </w:pPr>
      <w:r w:rsidRPr="00FC2AD4">
        <w:rPr>
          <w:rFonts w:ascii="Times New Roman" w:hAnsi="Times New Roman"/>
          <w:b/>
          <w:sz w:val="28"/>
          <w:szCs w:val="28"/>
        </w:rPr>
        <w:t>СОДЕРЖАНИЕ</w:t>
      </w:r>
    </w:p>
    <w:p w:rsidR="00766E36" w:rsidRPr="00FC2AD4" w:rsidRDefault="00766E36" w:rsidP="00ED602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44" w:type="dxa"/>
        <w:jc w:val="center"/>
        <w:tblInd w:w="2376" w:type="dxa"/>
        <w:tblLayout w:type="fixed"/>
        <w:tblLook w:val="04A0"/>
      </w:tblPr>
      <w:tblGrid>
        <w:gridCol w:w="812"/>
        <w:gridCol w:w="8260"/>
        <w:gridCol w:w="772"/>
      </w:tblGrid>
      <w:tr w:rsidR="001D79AB" w:rsidRPr="005456CC" w:rsidTr="00E46E29">
        <w:trPr>
          <w:trHeight w:val="555"/>
          <w:jc w:val="center"/>
        </w:trPr>
        <w:tc>
          <w:tcPr>
            <w:tcW w:w="812" w:type="dxa"/>
            <w:vAlign w:val="center"/>
          </w:tcPr>
          <w:p w:rsidR="001D79AB" w:rsidRPr="005456CC" w:rsidRDefault="001D79AB" w:rsidP="008C0C5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60" w:type="dxa"/>
            <w:vAlign w:val="center"/>
          </w:tcPr>
          <w:p w:rsidR="001D79AB" w:rsidRPr="002B119A" w:rsidRDefault="001D79AB" w:rsidP="008C0C5F">
            <w:pPr>
              <w:rPr>
                <w:rFonts w:ascii="Times New Roman" w:hAnsi="Times New Roman"/>
                <w:sz w:val="24"/>
                <w:szCs w:val="24"/>
              </w:rPr>
            </w:pP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Предисловие…………………………………</w:t>
            </w:r>
            <w:r w:rsidR="00492CB1" w:rsidRPr="00594CCE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492CB1">
              <w:rPr>
                <w:rFonts w:ascii="Times New Roman" w:eastAsiaTheme="minorEastAsia" w:hAnsi="Times New Roman"/>
                <w:sz w:val="24"/>
                <w:szCs w:val="24"/>
              </w:rPr>
              <w:t>…….</w:t>
            </w: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…………</w:t>
            </w:r>
            <w:r w:rsidR="00B97931">
              <w:rPr>
                <w:rFonts w:ascii="Times New Roman" w:eastAsiaTheme="minorEastAsia" w:hAnsi="Times New Roman"/>
                <w:sz w:val="24"/>
                <w:szCs w:val="24"/>
              </w:rPr>
              <w:t>……………</w:t>
            </w:r>
            <w:r w:rsidR="008C0C5F">
              <w:rPr>
                <w:rFonts w:ascii="Times New Roman" w:eastAsiaTheme="minorEastAsia" w:hAnsi="Times New Roman"/>
                <w:sz w:val="24"/>
                <w:szCs w:val="24"/>
              </w:rPr>
              <w:t>….</w:t>
            </w:r>
            <w:r w:rsidR="00E46E29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C11681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72" w:type="dxa"/>
            <w:vAlign w:val="center"/>
          </w:tcPr>
          <w:p w:rsidR="001D79AB" w:rsidRPr="00E46E29" w:rsidRDefault="00634EC6" w:rsidP="008C0C5F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E6191" w:rsidRPr="005456CC" w:rsidTr="00487F7F">
        <w:trPr>
          <w:trHeight w:val="710"/>
          <w:jc w:val="center"/>
        </w:trPr>
        <w:tc>
          <w:tcPr>
            <w:tcW w:w="812" w:type="dxa"/>
          </w:tcPr>
          <w:p w:rsidR="00FE6191" w:rsidRPr="00492CB1" w:rsidRDefault="00FE6191" w:rsidP="008C0C5F">
            <w:pPr>
              <w:pStyle w:val="aa"/>
              <w:numPr>
                <w:ilvl w:val="0"/>
                <w:numId w:val="20"/>
              </w:num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60" w:type="dxa"/>
            <w:vAlign w:val="center"/>
          </w:tcPr>
          <w:p w:rsidR="00FE6191" w:rsidRPr="002B119A" w:rsidRDefault="00FE6191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B119A">
              <w:rPr>
                <w:rFonts w:ascii="Times New Roman" w:hAnsi="Times New Roman"/>
                <w:sz w:val="24"/>
                <w:szCs w:val="24"/>
              </w:rPr>
              <w:t>аселени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="0009664D">
              <w:rPr>
                <w:rFonts w:ascii="Times New Roman" w:hAnsi="Times New Roman"/>
                <w:sz w:val="24"/>
                <w:szCs w:val="24"/>
              </w:rPr>
              <w:t xml:space="preserve">частных домохозяйств по возрастным группам, полу и экономической активности </w:t>
            </w:r>
            <w:r>
              <w:rPr>
                <w:rFonts w:ascii="Times New Roman" w:hAnsi="Times New Roman"/>
                <w:sz w:val="24"/>
                <w:szCs w:val="24"/>
              </w:rPr>
              <w:t>………………....…………………………………</w:t>
            </w:r>
            <w:r w:rsidR="00487F7F">
              <w:rPr>
                <w:rFonts w:ascii="Times New Roman" w:hAnsi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72" w:type="dxa"/>
            <w:vAlign w:val="center"/>
          </w:tcPr>
          <w:p w:rsidR="00634EC6" w:rsidRPr="00E46E29" w:rsidRDefault="00634EC6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FE6191" w:rsidRPr="00E46E29" w:rsidRDefault="00634EC6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E6191" w:rsidRPr="005456CC" w:rsidTr="00487F7F">
        <w:trPr>
          <w:trHeight w:val="707"/>
          <w:jc w:val="center"/>
        </w:trPr>
        <w:tc>
          <w:tcPr>
            <w:tcW w:w="812" w:type="dxa"/>
          </w:tcPr>
          <w:p w:rsidR="00FE6191" w:rsidRPr="00492CB1" w:rsidRDefault="00FE6191" w:rsidP="008C0C5F">
            <w:pPr>
              <w:pStyle w:val="aa"/>
              <w:numPr>
                <w:ilvl w:val="0"/>
                <w:numId w:val="20"/>
              </w:num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60" w:type="dxa"/>
            <w:vAlign w:val="center"/>
          </w:tcPr>
          <w:p w:rsidR="00FE6191" w:rsidRPr="002B119A" w:rsidRDefault="00FE6191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B119A">
              <w:rPr>
                <w:rFonts w:ascii="Times New Roman" w:hAnsi="Times New Roman"/>
                <w:sz w:val="24"/>
                <w:szCs w:val="24"/>
              </w:rPr>
              <w:t>аселени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="0009664D">
              <w:rPr>
                <w:rFonts w:ascii="Times New Roman" w:hAnsi="Times New Roman"/>
                <w:sz w:val="24"/>
                <w:szCs w:val="24"/>
              </w:rPr>
              <w:t>частных домохозяйств по возрастым группам полу и экономической активности по Чеченской Республике</w:t>
            </w:r>
            <w:r w:rsidR="00487F7F">
              <w:rPr>
                <w:rFonts w:ascii="Times New Roman" w:hAnsi="Times New Roman"/>
                <w:sz w:val="24"/>
                <w:szCs w:val="24"/>
              </w:rPr>
              <w:t>………………….……….</w:t>
            </w:r>
            <w:r w:rsidR="00096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Align w:val="center"/>
          </w:tcPr>
          <w:p w:rsidR="00634EC6" w:rsidRPr="00E46E29" w:rsidRDefault="00634EC6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FE6191" w:rsidRPr="00E46E29" w:rsidRDefault="00634EC6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FE6191" w:rsidRPr="005456CC" w:rsidTr="007F4BD2">
        <w:trPr>
          <w:trHeight w:val="843"/>
          <w:jc w:val="center"/>
        </w:trPr>
        <w:tc>
          <w:tcPr>
            <w:tcW w:w="812" w:type="dxa"/>
          </w:tcPr>
          <w:p w:rsidR="00FE6191" w:rsidRPr="00594CCE" w:rsidRDefault="00E46E29" w:rsidP="008C0C5F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8260" w:type="dxa"/>
          </w:tcPr>
          <w:p w:rsidR="00FE6191" w:rsidRPr="00F707CD" w:rsidRDefault="0009664D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Население </w:t>
            </w:r>
            <w:r w:rsidR="00487F7F">
              <w:rPr>
                <w:rFonts w:ascii="Times New Roman" w:hAnsi="Times New Roman"/>
                <w:sz w:val="24"/>
                <w:szCs w:val="24"/>
              </w:rPr>
              <w:t>частных домохозяйств, обучающее</w:t>
            </w:r>
            <w:r>
              <w:rPr>
                <w:rFonts w:ascii="Times New Roman" w:hAnsi="Times New Roman"/>
                <w:sz w:val="24"/>
                <w:szCs w:val="24"/>
              </w:rPr>
              <w:t>ся в образовательных учреждениях, по возрастным группам полу и экономической активности по Чеченской Республике</w:t>
            </w:r>
            <w:r w:rsidR="00FE6191" w:rsidRPr="00F707CD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  <w:r w:rsidR="007F4BD2">
              <w:rPr>
                <w:rFonts w:ascii="Times New Roman" w:hAnsi="Times New Roman"/>
                <w:sz w:val="24"/>
                <w:szCs w:val="24"/>
              </w:rPr>
              <w:t>……………………………….……</w:t>
            </w:r>
            <w:r w:rsidR="00FE61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2" w:type="dxa"/>
            <w:vAlign w:val="center"/>
          </w:tcPr>
          <w:p w:rsidR="00634EC6" w:rsidRPr="00E46E29" w:rsidRDefault="00634EC6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634EC6" w:rsidRPr="00E46E29" w:rsidRDefault="00634EC6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FE6191" w:rsidRPr="00E46E29" w:rsidRDefault="00634EC6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534</w:t>
            </w:r>
          </w:p>
        </w:tc>
      </w:tr>
      <w:tr w:rsidR="00FE6191" w:rsidRPr="005456CC" w:rsidTr="00487F7F">
        <w:trPr>
          <w:trHeight w:val="587"/>
          <w:jc w:val="center"/>
        </w:trPr>
        <w:tc>
          <w:tcPr>
            <w:tcW w:w="812" w:type="dxa"/>
          </w:tcPr>
          <w:p w:rsidR="00FE6191" w:rsidRPr="00594CCE" w:rsidRDefault="00E46E29" w:rsidP="008C0C5F">
            <w:pPr>
              <w:spacing w:after="0"/>
              <w:ind w:left="3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8260" w:type="dxa"/>
          </w:tcPr>
          <w:p w:rsidR="00FE6191" w:rsidRPr="002B119A" w:rsidRDefault="0009664D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частных домохозяйств в возрасте 15-72 лет по экономической активности и уровню образования</w:t>
            </w:r>
            <w:r w:rsidR="00EA0D3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FE6191">
              <w:rPr>
                <w:rFonts w:ascii="Times New Roman" w:eastAsiaTheme="minorEastAsia" w:hAnsi="Times New Roman"/>
                <w:sz w:val="24"/>
                <w:szCs w:val="24"/>
              </w:rPr>
              <w:t>……………</w:t>
            </w:r>
            <w:r w:rsidR="00487F7F">
              <w:rPr>
                <w:rFonts w:ascii="Times New Roman" w:eastAsiaTheme="minorEastAsia" w:hAnsi="Times New Roman"/>
                <w:sz w:val="24"/>
                <w:szCs w:val="24"/>
              </w:rPr>
              <w:t>………………………………….</w:t>
            </w:r>
          </w:p>
        </w:tc>
        <w:tc>
          <w:tcPr>
            <w:tcW w:w="772" w:type="dxa"/>
            <w:vAlign w:val="center"/>
          </w:tcPr>
          <w:p w:rsidR="00487F7F" w:rsidRDefault="00487F7F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FE6191" w:rsidRPr="00E46E29" w:rsidRDefault="00634EC6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highlight w:val="red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784</w:t>
            </w:r>
          </w:p>
        </w:tc>
      </w:tr>
      <w:tr w:rsidR="00FE6191" w:rsidRPr="005456CC" w:rsidTr="00487F7F">
        <w:trPr>
          <w:trHeight w:val="567"/>
          <w:jc w:val="center"/>
        </w:trPr>
        <w:tc>
          <w:tcPr>
            <w:tcW w:w="812" w:type="dxa"/>
          </w:tcPr>
          <w:p w:rsidR="00FE6191" w:rsidRPr="00594CCE" w:rsidRDefault="00E46E29" w:rsidP="008C0C5F">
            <w:pPr>
              <w:spacing w:after="0"/>
              <w:ind w:left="3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8260" w:type="dxa"/>
          </w:tcPr>
          <w:p w:rsidR="00FE6191" w:rsidRPr="00FE6191" w:rsidRDefault="00FE6191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B119A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селение </w:t>
            </w:r>
            <w:r w:rsidR="0009664D">
              <w:rPr>
                <w:rFonts w:ascii="Times New Roman" w:hAnsi="Times New Roman"/>
                <w:sz w:val="24"/>
                <w:szCs w:val="24"/>
              </w:rPr>
              <w:t>частных домохозяйств в возрасте 15-72 лет по экономической активности и уровню образования по Чеченской Республике</w:t>
            </w:r>
            <w:r w:rsidR="00C11681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487F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2" w:type="dxa"/>
            <w:vAlign w:val="center"/>
          </w:tcPr>
          <w:p w:rsidR="00634EC6" w:rsidRDefault="00634EC6" w:rsidP="008C0C5F">
            <w:pPr>
              <w:spacing w:after="0"/>
              <w:rPr>
                <w:rFonts w:ascii="Times New Roman" w:eastAsiaTheme="minorEastAsia" w:hAnsi="Times New Roman"/>
                <w:color w:val="FFFFFF" w:themeColor="background1"/>
                <w:sz w:val="24"/>
                <w:szCs w:val="24"/>
                <w:highlight w:val="red"/>
              </w:rPr>
            </w:pPr>
          </w:p>
          <w:p w:rsidR="00FE6191" w:rsidRPr="00487F7F" w:rsidRDefault="00634EC6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788</w:t>
            </w:r>
          </w:p>
        </w:tc>
      </w:tr>
      <w:tr w:rsidR="00E46E29" w:rsidRPr="005456CC" w:rsidTr="00487F7F">
        <w:trPr>
          <w:trHeight w:val="562"/>
          <w:jc w:val="center"/>
        </w:trPr>
        <w:tc>
          <w:tcPr>
            <w:tcW w:w="812" w:type="dxa"/>
          </w:tcPr>
          <w:p w:rsidR="00E46E29" w:rsidRDefault="00E46E29" w:rsidP="008C0C5F">
            <w:pPr>
              <w:spacing w:after="0"/>
              <w:ind w:left="3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8260" w:type="dxa"/>
          </w:tcPr>
          <w:p w:rsidR="00E46E29" w:rsidRDefault="00E46E29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664D">
              <w:rPr>
                <w:rFonts w:ascii="Times New Roman" w:hAnsi="Times New Roman"/>
                <w:sz w:val="24"/>
                <w:szCs w:val="24"/>
              </w:rPr>
              <w:t>Занятое в экономике население частных домохозяйств по возраст</w:t>
            </w:r>
            <w:r w:rsidR="00487F7F">
              <w:rPr>
                <w:rFonts w:ascii="Times New Roman" w:hAnsi="Times New Roman"/>
                <w:sz w:val="24"/>
                <w:szCs w:val="24"/>
              </w:rPr>
              <w:t xml:space="preserve">ным группам, полу, статусу,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7F7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96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9664D">
              <w:rPr>
                <w:rFonts w:ascii="Times New Roman" w:hAnsi="Times New Roman"/>
                <w:sz w:val="24"/>
                <w:szCs w:val="24"/>
              </w:rPr>
              <w:t>аличию второй работы</w:t>
            </w:r>
            <w:r>
              <w:rPr>
                <w:rFonts w:ascii="Times New Roman" w:hAnsi="Times New Roman"/>
                <w:sz w:val="24"/>
                <w:szCs w:val="24"/>
              </w:rPr>
              <w:t>……</w:t>
            </w:r>
            <w:r w:rsidR="00487F7F">
              <w:rPr>
                <w:rFonts w:ascii="Times New Roman" w:hAnsi="Times New Roman"/>
                <w:sz w:val="24"/>
                <w:szCs w:val="24"/>
              </w:rPr>
              <w:t>……………………….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72" w:type="dxa"/>
            <w:vAlign w:val="center"/>
          </w:tcPr>
          <w:p w:rsidR="00487F7F" w:rsidRDefault="00487F7F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E46E29" w:rsidRPr="00E46E29" w:rsidRDefault="00E46E29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highlight w:val="red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862</w:t>
            </w:r>
          </w:p>
        </w:tc>
      </w:tr>
      <w:tr w:rsidR="00E46E29" w:rsidRPr="005456CC" w:rsidTr="007F4BD2">
        <w:trPr>
          <w:trHeight w:val="625"/>
          <w:jc w:val="center"/>
        </w:trPr>
        <w:tc>
          <w:tcPr>
            <w:tcW w:w="812" w:type="dxa"/>
          </w:tcPr>
          <w:p w:rsidR="00E46E29" w:rsidRDefault="00E46E29" w:rsidP="008C0C5F">
            <w:pPr>
              <w:spacing w:after="0"/>
              <w:ind w:left="3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8260" w:type="dxa"/>
          </w:tcPr>
          <w:p w:rsidR="00E46E29" w:rsidRDefault="00E46E29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664D">
              <w:rPr>
                <w:rFonts w:ascii="Times New Roman" w:hAnsi="Times New Roman"/>
                <w:sz w:val="24"/>
                <w:szCs w:val="24"/>
              </w:rPr>
              <w:t>Занятое в экономике население частных домохозяйств по возрастным группам, статусу и наличию второй работы по Чеченской Республике</w:t>
            </w:r>
            <w:r w:rsidRPr="000966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6E29">
              <w:rPr>
                <w:rFonts w:ascii="Times New Roman" w:hAnsi="Times New Roman"/>
                <w:sz w:val="24"/>
                <w:szCs w:val="24"/>
              </w:rPr>
              <w:t>…</w:t>
            </w:r>
            <w:r w:rsidR="00487F7F">
              <w:rPr>
                <w:rFonts w:ascii="Times New Roman" w:hAnsi="Times New Roman"/>
                <w:sz w:val="24"/>
                <w:szCs w:val="24"/>
              </w:rPr>
              <w:t>..</w:t>
            </w:r>
            <w:r w:rsidRPr="00E46E29">
              <w:rPr>
                <w:rFonts w:ascii="Times New Roman" w:hAnsi="Times New Roman"/>
                <w:sz w:val="24"/>
                <w:szCs w:val="24"/>
              </w:rPr>
              <w:t>…...</w:t>
            </w:r>
          </w:p>
        </w:tc>
        <w:tc>
          <w:tcPr>
            <w:tcW w:w="772" w:type="dxa"/>
            <w:vAlign w:val="center"/>
          </w:tcPr>
          <w:p w:rsidR="00487F7F" w:rsidRDefault="00487F7F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E46E29" w:rsidRPr="00E46E29" w:rsidRDefault="00E46E29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867</w:t>
            </w:r>
          </w:p>
        </w:tc>
      </w:tr>
      <w:tr w:rsidR="00E46E29" w:rsidRPr="005456CC" w:rsidTr="007F4BD2">
        <w:trPr>
          <w:trHeight w:val="637"/>
          <w:jc w:val="center"/>
        </w:trPr>
        <w:tc>
          <w:tcPr>
            <w:tcW w:w="812" w:type="dxa"/>
          </w:tcPr>
          <w:p w:rsidR="00E46E29" w:rsidRDefault="00E46E29" w:rsidP="008C0C5F">
            <w:pPr>
              <w:spacing w:after="0"/>
              <w:ind w:left="3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8260" w:type="dxa"/>
          </w:tcPr>
          <w:p w:rsidR="00E46E29" w:rsidRDefault="00E46E29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1D5">
              <w:rPr>
                <w:rFonts w:ascii="Times New Roman" w:hAnsi="Times New Roman"/>
                <w:sz w:val="24"/>
                <w:szCs w:val="24"/>
              </w:rPr>
              <w:t>Занятое в экономике население частных домохозяйств в возрасте 15-72 лет п</w:t>
            </w:r>
            <w:r w:rsidR="00487F7F">
              <w:rPr>
                <w:rFonts w:ascii="Times New Roman" w:hAnsi="Times New Roman"/>
                <w:sz w:val="24"/>
                <w:szCs w:val="24"/>
              </w:rPr>
              <w:t>о территории нахождения работы и</w:t>
            </w:r>
            <w:r w:rsidRPr="008471D5">
              <w:rPr>
                <w:rFonts w:ascii="Times New Roman" w:hAnsi="Times New Roman"/>
                <w:sz w:val="24"/>
                <w:szCs w:val="24"/>
              </w:rPr>
              <w:t xml:space="preserve"> статусу</w:t>
            </w:r>
            <w:r w:rsidR="00487F7F">
              <w:rPr>
                <w:rFonts w:ascii="Times New Roman" w:hAnsi="Times New Roman"/>
                <w:sz w:val="24"/>
                <w:szCs w:val="24"/>
              </w:rPr>
              <w:t xml:space="preserve"> 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</w:t>
            </w:r>
            <w:r w:rsidR="007F4BD2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772" w:type="dxa"/>
            <w:vAlign w:val="center"/>
          </w:tcPr>
          <w:p w:rsidR="00487F7F" w:rsidRDefault="00487F7F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E46E29" w:rsidRPr="00E46E29" w:rsidRDefault="00E46E29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952</w:t>
            </w:r>
          </w:p>
        </w:tc>
      </w:tr>
      <w:tr w:rsidR="00E46E29" w:rsidRPr="005456CC" w:rsidTr="00487F7F">
        <w:trPr>
          <w:trHeight w:val="573"/>
          <w:jc w:val="center"/>
        </w:trPr>
        <w:tc>
          <w:tcPr>
            <w:tcW w:w="812" w:type="dxa"/>
          </w:tcPr>
          <w:p w:rsidR="00E46E29" w:rsidRDefault="00E46E29" w:rsidP="008C0C5F">
            <w:pPr>
              <w:spacing w:after="0"/>
              <w:ind w:left="3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8260" w:type="dxa"/>
          </w:tcPr>
          <w:p w:rsidR="00E46E29" w:rsidRDefault="00E46E29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71D5">
              <w:rPr>
                <w:rFonts w:ascii="Times New Roman" w:hAnsi="Times New Roman"/>
                <w:sz w:val="24"/>
                <w:szCs w:val="24"/>
              </w:rPr>
              <w:t xml:space="preserve"> Занятое в экономике население частных домохозяйств в возрасте 15-72 лет по территории нахождения работы и статусу </w:t>
            </w:r>
            <w:r w:rsidR="00487F7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8471D5">
              <w:rPr>
                <w:rFonts w:ascii="Times New Roman" w:hAnsi="Times New Roman"/>
                <w:sz w:val="24"/>
                <w:szCs w:val="24"/>
              </w:rPr>
              <w:t>Чеченск</w:t>
            </w:r>
            <w:r w:rsidR="00487F7F">
              <w:rPr>
                <w:rFonts w:ascii="Times New Roman" w:hAnsi="Times New Roman"/>
                <w:sz w:val="24"/>
                <w:szCs w:val="24"/>
              </w:rPr>
              <w:t>ой Республике</w:t>
            </w:r>
            <w:r>
              <w:rPr>
                <w:rFonts w:ascii="Times New Roman" w:hAnsi="Times New Roman"/>
                <w:sz w:val="24"/>
                <w:szCs w:val="24"/>
              </w:rPr>
              <w:t>……</w:t>
            </w:r>
            <w:r w:rsidR="00487F7F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772" w:type="dxa"/>
            <w:vAlign w:val="center"/>
          </w:tcPr>
          <w:p w:rsidR="00487F7F" w:rsidRDefault="00487F7F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E46E29" w:rsidRPr="00E46E29" w:rsidRDefault="00E46E29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955</w:t>
            </w:r>
          </w:p>
        </w:tc>
      </w:tr>
      <w:tr w:rsidR="00E46E29" w:rsidRPr="005456CC" w:rsidTr="00487F7F">
        <w:trPr>
          <w:trHeight w:val="567"/>
          <w:jc w:val="center"/>
        </w:trPr>
        <w:tc>
          <w:tcPr>
            <w:tcW w:w="812" w:type="dxa"/>
          </w:tcPr>
          <w:p w:rsidR="00E46E29" w:rsidRDefault="00E46E29" w:rsidP="008C0C5F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8260" w:type="dxa"/>
          </w:tcPr>
          <w:p w:rsidR="00E46E29" w:rsidRPr="007F4BD2" w:rsidRDefault="00E46E29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4BD2">
              <w:rPr>
                <w:rFonts w:ascii="Times New Roman" w:hAnsi="Times New Roman"/>
                <w:sz w:val="24"/>
                <w:szCs w:val="24"/>
              </w:rPr>
              <w:t>Занятое в экономике население частных домохозяйств по во</w:t>
            </w:r>
            <w:r w:rsidR="00487F7F">
              <w:rPr>
                <w:rFonts w:ascii="Times New Roman" w:hAnsi="Times New Roman"/>
                <w:sz w:val="24"/>
                <w:szCs w:val="24"/>
              </w:rPr>
              <w:t>зрастным группам и наличию ученой степени..</w:t>
            </w:r>
            <w:r w:rsidRPr="007F4BD2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  <w:r w:rsidR="007F4BD2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772" w:type="dxa"/>
            <w:vAlign w:val="center"/>
          </w:tcPr>
          <w:p w:rsidR="00487F7F" w:rsidRDefault="00487F7F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E46E29" w:rsidRPr="00E46E29" w:rsidRDefault="00E46E29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1082</w:t>
            </w:r>
          </w:p>
        </w:tc>
      </w:tr>
      <w:tr w:rsidR="00E46E29" w:rsidRPr="005456CC" w:rsidTr="00487F7F">
        <w:trPr>
          <w:trHeight w:val="575"/>
          <w:jc w:val="center"/>
        </w:trPr>
        <w:tc>
          <w:tcPr>
            <w:tcW w:w="812" w:type="dxa"/>
          </w:tcPr>
          <w:p w:rsidR="00E46E29" w:rsidRDefault="00E46E29" w:rsidP="008C0C5F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</w:tc>
        <w:tc>
          <w:tcPr>
            <w:tcW w:w="8260" w:type="dxa"/>
          </w:tcPr>
          <w:p w:rsidR="00E46E29" w:rsidRDefault="00E46E29" w:rsidP="008C0C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471D5">
              <w:rPr>
                <w:rFonts w:ascii="Times New Roman" w:hAnsi="Times New Roman"/>
                <w:sz w:val="24"/>
                <w:szCs w:val="24"/>
              </w:rPr>
              <w:t>Занятое в экономике население частных домохозяйств в возрасте 20-72 лет по наличию ученой степени по Чеченской Республике</w:t>
            </w:r>
            <w:r w:rsidR="007F4BD2">
              <w:rPr>
                <w:rFonts w:ascii="Times New Roman" w:hAnsi="Times New Roman"/>
                <w:sz w:val="24"/>
                <w:szCs w:val="24"/>
              </w:rPr>
              <w:t>…….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…………………..</w:t>
            </w:r>
          </w:p>
        </w:tc>
        <w:tc>
          <w:tcPr>
            <w:tcW w:w="772" w:type="dxa"/>
            <w:vAlign w:val="center"/>
          </w:tcPr>
          <w:p w:rsidR="00487F7F" w:rsidRDefault="00487F7F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E46E29" w:rsidRPr="00E46E29" w:rsidRDefault="00E46E29" w:rsidP="008C0C5F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46E29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1080</w:t>
            </w:r>
          </w:p>
        </w:tc>
      </w:tr>
    </w:tbl>
    <w:p w:rsidR="00C44A84" w:rsidRDefault="00C44A84" w:rsidP="001E4A88">
      <w:pPr>
        <w:tabs>
          <w:tab w:val="left" w:pos="6489"/>
        </w:tabs>
      </w:pPr>
    </w:p>
    <w:p w:rsidR="00E46E29" w:rsidRDefault="00E46E29" w:rsidP="00E46E29">
      <w:pPr>
        <w:tabs>
          <w:tab w:val="left" w:pos="6489"/>
        </w:tabs>
        <w:jc w:val="both"/>
      </w:pPr>
    </w:p>
    <w:p w:rsidR="00E46E29" w:rsidRDefault="00E46E29" w:rsidP="001E4A88">
      <w:pPr>
        <w:tabs>
          <w:tab w:val="left" w:pos="6489"/>
        </w:tabs>
      </w:pPr>
    </w:p>
    <w:p w:rsidR="00E46E29" w:rsidRDefault="00E46E29" w:rsidP="001E4A88">
      <w:pPr>
        <w:tabs>
          <w:tab w:val="left" w:pos="6489"/>
        </w:tabs>
      </w:pPr>
    </w:p>
    <w:p w:rsidR="00634EC6" w:rsidRDefault="00634EC6" w:rsidP="001E4A88">
      <w:pPr>
        <w:tabs>
          <w:tab w:val="left" w:pos="6489"/>
        </w:tabs>
      </w:pPr>
    </w:p>
    <w:p w:rsidR="00E46E29" w:rsidRDefault="00E46E29" w:rsidP="001E4A88">
      <w:pPr>
        <w:tabs>
          <w:tab w:val="left" w:pos="6489"/>
        </w:tabs>
      </w:pPr>
    </w:p>
    <w:p w:rsidR="00E46E29" w:rsidRDefault="00E46E29" w:rsidP="001E4A88">
      <w:pPr>
        <w:tabs>
          <w:tab w:val="left" w:pos="6489"/>
        </w:tabs>
      </w:pPr>
    </w:p>
    <w:p w:rsidR="00487F7F" w:rsidRDefault="00487F7F" w:rsidP="001E4A88">
      <w:pPr>
        <w:tabs>
          <w:tab w:val="left" w:pos="6489"/>
        </w:tabs>
      </w:pPr>
    </w:p>
    <w:p w:rsidR="00487F7F" w:rsidRDefault="00487F7F" w:rsidP="001E4A88">
      <w:pPr>
        <w:tabs>
          <w:tab w:val="left" w:pos="6489"/>
        </w:tabs>
      </w:pPr>
    </w:p>
    <w:p w:rsidR="00487F7F" w:rsidRDefault="00487F7F" w:rsidP="001E4A88">
      <w:pPr>
        <w:tabs>
          <w:tab w:val="left" w:pos="6489"/>
        </w:tabs>
      </w:pPr>
    </w:p>
    <w:p w:rsidR="00634EC6" w:rsidRDefault="00634EC6" w:rsidP="001E4A88">
      <w:pPr>
        <w:tabs>
          <w:tab w:val="left" w:pos="6489"/>
        </w:tabs>
      </w:pPr>
    </w:p>
    <w:p w:rsidR="000214B4" w:rsidRPr="006704FA" w:rsidRDefault="00492CB1" w:rsidP="00492CB1">
      <w:pPr>
        <w:pStyle w:val="3"/>
        <w:spacing w:before="0" w:after="120"/>
        <w:ind w:left="0"/>
        <w:jc w:val="left"/>
        <w:rPr>
          <w:rFonts w:ascii="Times New Roman" w:hAnsi="Times New Roman"/>
          <w:sz w:val="24"/>
          <w:szCs w:val="24"/>
        </w:rPr>
      </w:pPr>
      <w:r w:rsidRPr="006704FA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FD2C77" w:rsidRPr="002B119A">
        <w:rPr>
          <w:rFonts w:ascii="Times New Roman" w:hAnsi="Times New Roman"/>
          <w:sz w:val="24"/>
          <w:szCs w:val="24"/>
        </w:rPr>
        <w:t>ПРЕДИСЛОВИЕ</w:t>
      </w:r>
    </w:p>
    <w:p w:rsidR="00622E55" w:rsidRPr="00622E55" w:rsidRDefault="00622E55" w:rsidP="000214B4">
      <w:pPr>
        <w:spacing w:line="360" w:lineRule="auto"/>
      </w:pPr>
    </w:p>
    <w:p w:rsidR="00FD2C77" w:rsidRPr="002B119A" w:rsidRDefault="00FD2C77" w:rsidP="000214B4">
      <w:pPr>
        <w:pStyle w:val="31"/>
        <w:spacing w:line="360" w:lineRule="auto"/>
        <w:rPr>
          <w:szCs w:val="24"/>
        </w:rPr>
      </w:pPr>
      <w:r w:rsidRPr="002B119A">
        <w:rPr>
          <w:szCs w:val="24"/>
        </w:rPr>
        <w:t xml:space="preserve">Всероссийская перепись населения 2010 года проведена в соответствии с Федеральным законом ”О Всероссийской переписи населения” от 25 января 2002 года   № 8-ФЗ, распоряжением Правительства Российской Федерации от 11 января 2006 года №7-р и постановлением Правительства Российской Федерации от 23 декабря 2009 года № 1074 ”Об организации Всероссийской переписи населения в 2010 году” в период с 14 по 25 октября по состоянию на 0 часов 14 октября 2010 года. </w:t>
      </w:r>
    </w:p>
    <w:p w:rsidR="00CA7164" w:rsidRDefault="00FD2C77" w:rsidP="00487F7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19A">
        <w:rPr>
          <w:rFonts w:ascii="Times New Roman" w:hAnsi="Times New Roman"/>
          <w:sz w:val="24"/>
          <w:szCs w:val="24"/>
        </w:rPr>
        <w:t xml:space="preserve">Итоги Всероссийской переписи населения 2010 года </w:t>
      </w:r>
      <w:r w:rsidR="0021453F">
        <w:rPr>
          <w:rFonts w:ascii="Times New Roman" w:hAnsi="Times New Roman"/>
          <w:sz w:val="24"/>
          <w:szCs w:val="24"/>
        </w:rPr>
        <w:t xml:space="preserve"> по Чеченской Республике </w:t>
      </w:r>
      <w:r w:rsidR="008C0C5F">
        <w:rPr>
          <w:rFonts w:ascii="Times New Roman" w:hAnsi="Times New Roman"/>
          <w:sz w:val="24"/>
          <w:szCs w:val="24"/>
        </w:rPr>
        <w:t>издаются в 2012-2013 годах в 10</w:t>
      </w:r>
      <w:r w:rsidRPr="002B119A">
        <w:rPr>
          <w:rFonts w:ascii="Times New Roman" w:hAnsi="Times New Roman"/>
          <w:sz w:val="24"/>
          <w:szCs w:val="24"/>
        </w:rPr>
        <w:t xml:space="preserve"> томах.</w:t>
      </w:r>
    </w:p>
    <w:p w:rsidR="00487F7F" w:rsidRPr="00487F7F" w:rsidRDefault="00487F7F" w:rsidP="00487F7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34DF" w:rsidRPr="007F4BD2" w:rsidRDefault="00FD2C77" w:rsidP="00E734DF">
      <w:pPr>
        <w:spacing w:before="60"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A2098">
        <w:rPr>
          <w:rFonts w:ascii="Times New Roman" w:hAnsi="Times New Roman"/>
          <w:b/>
          <w:bCs/>
          <w:sz w:val="24"/>
          <w:szCs w:val="24"/>
        </w:rPr>
        <w:t xml:space="preserve">Том </w:t>
      </w:r>
      <w:r w:rsidR="008471D5" w:rsidRPr="006A2098">
        <w:rPr>
          <w:rFonts w:ascii="Times New Roman" w:hAnsi="Times New Roman"/>
          <w:b/>
          <w:bCs/>
          <w:sz w:val="24"/>
          <w:szCs w:val="24"/>
        </w:rPr>
        <w:t>7</w:t>
      </w:r>
      <w:r w:rsidR="00E734DF" w:rsidRPr="007F4BD2">
        <w:rPr>
          <w:rFonts w:ascii="Times New Roman" w:hAnsi="Times New Roman"/>
          <w:bCs/>
          <w:sz w:val="24"/>
          <w:szCs w:val="24"/>
        </w:rPr>
        <w:t xml:space="preserve"> </w:t>
      </w:r>
      <w:r w:rsidR="008471D5" w:rsidRPr="007F4BD2">
        <w:rPr>
          <w:rFonts w:ascii="Times New Roman" w:hAnsi="Times New Roman"/>
          <w:bCs/>
          <w:sz w:val="24"/>
          <w:szCs w:val="24"/>
        </w:rPr>
        <w:t xml:space="preserve">– </w:t>
      </w:r>
      <w:r w:rsidR="006E239F">
        <w:rPr>
          <w:rFonts w:ascii="Times New Roman" w:hAnsi="Times New Roman"/>
          <w:bCs/>
          <w:sz w:val="24"/>
          <w:szCs w:val="24"/>
        </w:rPr>
        <w:t>«</w:t>
      </w:r>
      <w:r w:rsidR="008471D5" w:rsidRPr="007F4BD2">
        <w:rPr>
          <w:rFonts w:ascii="Times New Roman" w:hAnsi="Times New Roman"/>
          <w:bCs/>
          <w:sz w:val="24"/>
          <w:szCs w:val="24"/>
        </w:rPr>
        <w:t>Экономически активное и эко</w:t>
      </w:r>
      <w:r w:rsidR="006E239F">
        <w:rPr>
          <w:rFonts w:ascii="Times New Roman" w:hAnsi="Times New Roman"/>
          <w:bCs/>
          <w:sz w:val="24"/>
          <w:szCs w:val="24"/>
        </w:rPr>
        <w:t>номически неактивное население»</w:t>
      </w:r>
      <w:r w:rsidR="008471D5" w:rsidRPr="007F4BD2">
        <w:rPr>
          <w:rFonts w:ascii="Times New Roman" w:hAnsi="Times New Roman"/>
          <w:bCs/>
          <w:sz w:val="24"/>
          <w:szCs w:val="24"/>
        </w:rPr>
        <w:t xml:space="preserve"> </w:t>
      </w:r>
    </w:p>
    <w:p w:rsidR="008471D5" w:rsidRPr="007F4BD2" w:rsidRDefault="008471D5" w:rsidP="00E734DF">
      <w:pPr>
        <w:spacing w:before="60"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F4BD2">
        <w:rPr>
          <w:rFonts w:ascii="Times New Roman" w:hAnsi="Times New Roman"/>
          <w:bCs/>
          <w:sz w:val="24"/>
          <w:szCs w:val="24"/>
        </w:rPr>
        <w:t xml:space="preserve">В сборнике содержатся данные о распределении городского и сельского населения частных домохозяйств, мужчин и женщин в возрасте 15-72 лет лет по экономической активности и возрастным группам, уровню образования и обучению, приводится характеристика занятого </w:t>
      </w:r>
      <w:r w:rsidR="00A27CC4" w:rsidRPr="007F4BD2">
        <w:rPr>
          <w:rFonts w:ascii="Times New Roman" w:hAnsi="Times New Roman"/>
          <w:bCs/>
          <w:sz w:val="24"/>
          <w:szCs w:val="24"/>
        </w:rPr>
        <w:t>населения в возрасте 15-72 лет по статусу, наличию второй работыи территории нахождения работы.</w:t>
      </w:r>
    </w:p>
    <w:p w:rsidR="00A27CC4" w:rsidRPr="007F4BD2" w:rsidRDefault="00487F7F" w:rsidP="00E734DF">
      <w:pPr>
        <w:spacing w:before="60"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 Чеченской Республики в целом, </w:t>
      </w:r>
      <w:r w:rsidRPr="002B119A">
        <w:rPr>
          <w:rFonts w:ascii="Times New Roman" w:hAnsi="Times New Roman"/>
          <w:sz w:val="24"/>
          <w:szCs w:val="24"/>
        </w:rPr>
        <w:t xml:space="preserve">по городским округам, муниципальным районам, городским и сельским поселениям, городским населенным пунктам, сельским населенным пунктам – центрам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119A">
        <w:rPr>
          <w:rFonts w:ascii="Times New Roman" w:hAnsi="Times New Roman"/>
          <w:sz w:val="24"/>
          <w:szCs w:val="24"/>
        </w:rPr>
        <w:t xml:space="preserve">муниципальных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119A">
        <w:rPr>
          <w:rFonts w:ascii="Times New Roman" w:hAnsi="Times New Roman"/>
          <w:sz w:val="24"/>
          <w:szCs w:val="24"/>
        </w:rPr>
        <w:t>районов</w:t>
      </w:r>
      <w:r w:rsidR="00A27CC4" w:rsidRPr="007F4BD2">
        <w:rPr>
          <w:rFonts w:ascii="Times New Roman" w:hAnsi="Times New Roman"/>
          <w:bCs/>
          <w:sz w:val="24"/>
          <w:szCs w:val="24"/>
        </w:rPr>
        <w:t>.</w:t>
      </w:r>
    </w:p>
    <w:p w:rsidR="00223BF4" w:rsidRPr="00FA0D83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Pr="00FA0D83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A0605" w:rsidRPr="00FA0D83" w:rsidRDefault="002A0605" w:rsidP="009A6BAB">
      <w:pPr>
        <w:tabs>
          <w:tab w:val="left" w:pos="12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A0605" w:rsidRPr="00FA0D83" w:rsidSect="0009664D">
      <w:footerReference w:type="default" r:id="rId9"/>
      <w:pgSz w:w="11906" w:h="16838"/>
      <w:pgMar w:top="1134" w:right="991" w:bottom="1134" w:left="1276" w:header="709" w:footer="709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93F" w:rsidRDefault="0098693F" w:rsidP="004C0385">
      <w:pPr>
        <w:spacing w:after="0" w:line="240" w:lineRule="auto"/>
      </w:pPr>
      <w:r>
        <w:separator/>
      </w:r>
    </w:p>
  </w:endnote>
  <w:endnote w:type="continuationSeparator" w:id="1">
    <w:p w:rsidR="0098693F" w:rsidRDefault="0098693F" w:rsidP="004C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A84" w:rsidRDefault="00C44A84" w:rsidP="00230896">
    <w:pPr>
      <w:pStyle w:val="a6"/>
      <w:tabs>
        <w:tab w:val="center" w:pos="728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93F" w:rsidRDefault="0098693F" w:rsidP="004C0385">
      <w:pPr>
        <w:spacing w:after="0" w:line="240" w:lineRule="auto"/>
      </w:pPr>
      <w:r>
        <w:separator/>
      </w:r>
    </w:p>
  </w:footnote>
  <w:footnote w:type="continuationSeparator" w:id="1">
    <w:p w:rsidR="0098693F" w:rsidRDefault="0098693F" w:rsidP="004C0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8EA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3D41"/>
    <w:multiLevelType w:val="hybridMultilevel"/>
    <w:tmpl w:val="5242054A"/>
    <w:lvl w:ilvl="0" w:tplc="72269626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2">
    <w:nsid w:val="19D77F74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51157"/>
    <w:multiLevelType w:val="hybridMultilevel"/>
    <w:tmpl w:val="607C0524"/>
    <w:lvl w:ilvl="0" w:tplc="2766CEE2">
      <w:start w:val="7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>
    <w:nsid w:val="253D6083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>
    <w:nsid w:val="25850E73"/>
    <w:multiLevelType w:val="multilevel"/>
    <w:tmpl w:val="C9789E6C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2A1C24A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7">
    <w:nsid w:val="32117701"/>
    <w:multiLevelType w:val="hybridMultilevel"/>
    <w:tmpl w:val="1F7403D0"/>
    <w:lvl w:ilvl="0" w:tplc="B8B463D2">
      <w:start w:val="1926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4E4BDE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>
    <w:nsid w:val="44D30F58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B0666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1">
    <w:nsid w:val="47443FEA"/>
    <w:multiLevelType w:val="hybridMultilevel"/>
    <w:tmpl w:val="4B8EE1F0"/>
    <w:lvl w:ilvl="0" w:tplc="2596464C">
      <w:start w:val="10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>
    <w:nsid w:val="50D2527A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3">
    <w:nsid w:val="51765C82"/>
    <w:multiLevelType w:val="multilevel"/>
    <w:tmpl w:val="19C619D4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68CD5A0A"/>
    <w:multiLevelType w:val="hybridMultilevel"/>
    <w:tmpl w:val="48845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6250D"/>
    <w:multiLevelType w:val="hybridMultilevel"/>
    <w:tmpl w:val="225EDA48"/>
    <w:lvl w:ilvl="0" w:tplc="BAA4985C">
      <w:start w:val="1897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C262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7">
    <w:nsid w:val="6FE611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8">
    <w:nsid w:val="706E6B0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9">
    <w:nsid w:val="7177323D"/>
    <w:multiLevelType w:val="hybridMultilevel"/>
    <w:tmpl w:val="4B928DEE"/>
    <w:lvl w:ilvl="0" w:tplc="0A08177C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0"/>
  </w:num>
  <w:num w:numId="5">
    <w:abstractNumId w:val="9"/>
  </w:num>
  <w:num w:numId="6">
    <w:abstractNumId w:val="6"/>
  </w:num>
  <w:num w:numId="7">
    <w:abstractNumId w:val="15"/>
  </w:num>
  <w:num w:numId="8">
    <w:abstractNumId w:val="7"/>
  </w:num>
  <w:num w:numId="9">
    <w:abstractNumId w:val="19"/>
  </w:num>
  <w:num w:numId="10">
    <w:abstractNumId w:val="5"/>
  </w:num>
  <w:num w:numId="11">
    <w:abstractNumId w:val="13"/>
  </w:num>
  <w:num w:numId="12">
    <w:abstractNumId w:val="1"/>
  </w:num>
  <w:num w:numId="13">
    <w:abstractNumId w:val="16"/>
  </w:num>
  <w:num w:numId="14">
    <w:abstractNumId w:val="8"/>
  </w:num>
  <w:num w:numId="15">
    <w:abstractNumId w:val="12"/>
  </w:num>
  <w:num w:numId="16">
    <w:abstractNumId w:val="17"/>
  </w:num>
  <w:num w:numId="17">
    <w:abstractNumId w:val="10"/>
  </w:num>
  <w:num w:numId="18">
    <w:abstractNumId w:val="3"/>
  </w:num>
  <w:num w:numId="19">
    <w:abstractNumId w:val="1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290"/>
    <w:rsid w:val="00014379"/>
    <w:rsid w:val="000214B4"/>
    <w:rsid w:val="00052DDC"/>
    <w:rsid w:val="000652C6"/>
    <w:rsid w:val="00066CFA"/>
    <w:rsid w:val="00070AC6"/>
    <w:rsid w:val="00086DD3"/>
    <w:rsid w:val="0009664D"/>
    <w:rsid w:val="00097642"/>
    <w:rsid w:val="000A76D4"/>
    <w:rsid w:val="000C0252"/>
    <w:rsid w:val="000D17D4"/>
    <w:rsid w:val="000D2F67"/>
    <w:rsid w:val="000F0842"/>
    <w:rsid w:val="000F7F4C"/>
    <w:rsid w:val="001037CA"/>
    <w:rsid w:val="00103A64"/>
    <w:rsid w:val="00105187"/>
    <w:rsid w:val="00117612"/>
    <w:rsid w:val="00123A3D"/>
    <w:rsid w:val="001271AA"/>
    <w:rsid w:val="001358D5"/>
    <w:rsid w:val="00141268"/>
    <w:rsid w:val="00143AC6"/>
    <w:rsid w:val="001559A5"/>
    <w:rsid w:val="001575D5"/>
    <w:rsid w:val="001638DF"/>
    <w:rsid w:val="00174A60"/>
    <w:rsid w:val="001918D8"/>
    <w:rsid w:val="001A50B3"/>
    <w:rsid w:val="001A5101"/>
    <w:rsid w:val="001B3B0C"/>
    <w:rsid w:val="001C0459"/>
    <w:rsid w:val="001D54AE"/>
    <w:rsid w:val="001D79AB"/>
    <w:rsid w:val="001E4A88"/>
    <w:rsid w:val="001F1A57"/>
    <w:rsid w:val="001F29D7"/>
    <w:rsid w:val="00210ADE"/>
    <w:rsid w:val="0021453F"/>
    <w:rsid w:val="00223BF4"/>
    <w:rsid w:val="00226B34"/>
    <w:rsid w:val="00230896"/>
    <w:rsid w:val="00231304"/>
    <w:rsid w:val="002460DE"/>
    <w:rsid w:val="002604F6"/>
    <w:rsid w:val="002924AA"/>
    <w:rsid w:val="002A0605"/>
    <w:rsid w:val="002B119A"/>
    <w:rsid w:val="002C300F"/>
    <w:rsid w:val="002C3697"/>
    <w:rsid w:val="002D46A8"/>
    <w:rsid w:val="002E1403"/>
    <w:rsid w:val="002F1223"/>
    <w:rsid w:val="002F588C"/>
    <w:rsid w:val="00301658"/>
    <w:rsid w:val="003339A0"/>
    <w:rsid w:val="00362DA8"/>
    <w:rsid w:val="00366A26"/>
    <w:rsid w:val="00366D2D"/>
    <w:rsid w:val="00367DDE"/>
    <w:rsid w:val="0038535E"/>
    <w:rsid w:val="00386337"/>
    <w:rsid w:val="0038724B"/>
    <w:rsid w:val="00397D7E"/>
    <w:rsid w:val="003C19B4"/>
    <w:rsid w:val="003D2263"/>
    <w:rsid w:val="003D23A1"/>
    <w:rsid w:val="003D2B1E"/>
    <w:rsid w:val="003D6604"/>
    <w:rsid w:val="003D685D"/>
    <w:rsid w:val="003E4770"/>
    <w:rsid w:val="003F507C"/>
    <w:rsid w:val="00462ACC"/>
    <w:rsid w:val="00484060"/>
    <w:rsid w:val="004879B0"/>
    <w:rsid w:val="00487F7F"/>
    <w:rsid w:val="00492CB1"/>
    <w:rsid w:val="004C0385"/>
    <w:rsid w:val="004C0779"/>
    <w:rsid w:val="004C6412"/>
    <w:rsid w:val="004D5540"/>
    <w:rsid w:val="005000E4"/>
    <w:rsid w:val="00501EAF"/>
    <w:rsid w:val="005043B3"/>
    <w:rsid w:val="00520CF4"/>
    <w:rsid w:val="00535DE8"/>
    <w:rsid w:val="005456CC"/>
    <w:rsid w:val="005523DD"/>
    <w:rsid w:val="005600C1"/>
    <w:rsid w:val="005662FC"/>
    <w:rsid w:val="00573B33"/>
    <w:rsid w:val="00594CCE"/>
    <w:rsid w:val="0059525D"/>
    <w:rsid w:val="00597016"/>
    <w:rsid w:val="005B2B6F"/>
    <w:rsid w:val="005B7DDC"/>
    <w:rsid w:val="005E04A8"/>
    <w:rsid w:val="005F353E"/>
    <w:rsid w:val="006016DE"/>
    <w:rsid w:val="00603C8C"/>
    <w:rsid w:val="0060578A"/>
    <w:rsid w:val="00612B0B"/>
    <w:rsid w:val="00620C2E"/>
    <w:rsid w:val="00622E55"/>
    <w:rsid w:val="00627E92"/>
    <w:rsid w:val="00631190"/>
    <w:rsid w:val="00632270"/>
    <w:rsid w:val="00634EC6"/>
    <w:rsid w:val="00635882"/>
    <w:rsid w:val="00643397"/>
    <w:rsid w:val="006437E5"/>
    <w:rsid w:val="00647290"/>
    <w:rsid w:val="0064796A"/>
    <w:rsid w:val="00650CBB"/>
    <w:rsid w:val="006636BA"/>
    <w:rsid w:val="006704FA"/>
    <w:rsid w:val="006713AE"/>
    <w:rsid w:val="006734A4"/>
    <w:rsid w:val="00677435"/>
    <w:rsid w:val="00696699"/>
    <w:rsid w:val="006A2098"/>
    <w:rsid w:val="006A6B0A"/>
    <w:rsid w:val="006B2E4C"/>
    <w:rsid w:val="006E1996"/>
    <w:rsid w:val="006E239F"/>
    <w:rsid w:val="006F38E0"/>
    <w:rsid w:val="006F645C"/>
    <w:rsid w:val="007062F3"/>
    <w:rsid w:val="00710290"/>
    <w:rsid w:val="00713E9F"/>
    <w:rsid w:val="00717D3D"/>
    <w:rsid w:val="00723A83"/>
    <w:rsid w:val="007309FC"/>
    <w:rsid w:val="00760562"/>
    <w:rsid w:val="00766E36"/>
    <w:rsid w:val="007744F8"/>
    <w:rsid w:val="00774940"/>
    <w:rsid w:val="00784D5E"/>
    <w:rsid w:val="007859A1"/>
    <w:rsid w:val="00794044"/>
    <w:rsid w:val="0079421B"/>
    <w:rsid w:val="007D0FDA"/>
    <w:rsid w:val="007D4495"/>
    <w:rsid w:val="007E3DC4"/>
    <w:rsid w:val="007F1711"/>
    <w:rsid w:val="007F4BD2"/>
    <w:rsid w:val="007F79AA"/>
    <w:rsid w:val="00803790"/>
    <w:rsid w:val="008112F0"/>
    <w:rsid w:val="008131A1"/>
    <w:rsid w:val="008175A4"/>
    <w:rsid w:val="00832CD6"/>
    <w:rsid w:val="00833A70"/>
    <w:rsid w:val="00841343"/>
    <w:rsid w:val="00843EA5"/>
    <w:rsid w:val="008471D5"/>
    <w:rsid w:val="0086140D"/>
    <w:rsid w:val="00861FDC"/>
    <w:rsid w:val="00874CCF"/>
    <w:rsid w:val="008778FC"/>
    <w:rsid w:val="00877E27"/>
    <w:rsid w:val="008A7EB7"/>
    <w:rsid w:val="008C0C5F"/>
    <w:rsid w:val="008C518A"/>
    <w:rsid w:val="008D138F"/>
    <w:rsid w:val="008E509D"/>
    <w:rsid w:val="008F0623"/>
    <w:rsid w:val="008F2643"/>
    <w:rsid w:val="008F316F"/>
    <w:rsid w:val="008F418D"/>
    <w:rsid w:val="008F6ECC"/>
    <w:rsid w:val="00930772"/>
    <w:rsid w:val="00941733"/>
    <w:rsid w:val="00964F48"/>
    <w:rsid w:val="00970F24"/>
    <w:rsid w:val="00972408"/>
    <w:rsid w:val="00985064"/>
    <w:rsid w:val="0098693F"/>
    <w:rsid w:val="00994FF2"/>
    <w:rsid w:val="009A6BAB"/>
    <w:rsid w:val="009B0598"/>
    <w:rsid w:val="009C1950"/>
    <w:rsid w:val="009C269D"/>
    <w:rsid w:val="009C73DB"/>
    <w:rsid w:val="009C7EB2"/>
    <w:rsid w:val="009D6B2F"/>
    <w:rsid w:val="009E6171"/>
    <w:rsid w:val="009E68D5"/>
    <w:rsid w:val="009F6033"/>
    <w:rsid w:val="00A04291"/>
    <w:rsid w:val="00A127AE"/>
    <w:rsid w:val="00A27CC4"/>
    <w:rsid w:val="00A31CAD"/>
    <w:rsid w:val="00A32173"/>
    <w:rsid w:val="00A54699"/>
    <w:rsid w:val="00A56A88"/>
    <w:rsid w:val="00A63F9A"/>
    <w:rsid w:val="00AA50C8"/>
    <w:rsid w:val="00AC0124"/>
    <w:rsid w:val="00AC268A"/>
    <w:rsid w:val="00AD7D43"/>
    <w:rsid w:val="00AE25A7"/>
    <w:rsid w:val="00AF3ED5"/>
    <w:rsid w:val="00AF468D"/>
    <w:rsid w:val="00B0502D"/>
    <w:rsid w:val="00B118DA"/>
    <w:rsid w:val="00B22175"/>
    <w:rsid w:val="00B26ABB"/>
    <w:rsid w:val="00B313AB"/>
    <w:rsid w:val="00B3579F"/>
    <w:rsid w:val="00B475AE"/>
    <w:rsid w:val="00B60CC7"/>
    <w:rsid w:val="00B97931"/>
    <w:rsid w:val="00BA3AAE"/>
    <w:rsid w:val="00BD47EE"/>
    <w:rsid w:val="00BE6933"/>
    <w:rsid w:val="00BF68AC"/>
    <w:rsid w:val="00C02630"/>
    <w:rsid w:val="00C036EE"/>
    <w:rsid w:val="00C11681"/>
    <w:rsid w:val="00C12181"/>
    <w:rsid w:val="00C20F1E"/>
    <w:rsid w:val="00C27DB0"/>
    <w:rsid w:val="00C44A84"/>
    <w:rsid w:val="00C55942"/>
    <w:rsid w:val="00C55C57"/>
    <w:rsid w:val="00C573F0"/>
    <w:rsid w:val="00C60C69"/>
    <w:rsid w:val="00C70C4C"/>
    <w:rsid w:val="00C740F3"/>
    <w:rsid w:val="00C96DFC"/>
    <w:rsid w:val="00CA0F9B"/>
    <w:rsid w:val="00CA7164"/>
    <w:rsid w:val="00CB0802"/>
    <w:rsid w:val="00CB2653"/>
    <w:rsid w:val="00CC179C"/>
    <w:rsid w:val="00CC45B9"/>
    <w:rsid w:val="00CC7874"/>
    <w:rsid w:val="00CD27DC"/>
    <w:rsid w:val="00CD3BE7"/>
    <w:rsid w:val="00CD5E2A"/>
    <w:rsid w:val="00D07682"/>
    <w:rsid w:val="00D4201F"/>
    <w:rsid w:val="00D60D88"/>
    <w:rsid w:val="00D708DF"/>
    <w:rsid w:val="00D70DF4"/>
    <w:rsid w:val="00D72AC2"/>
    <w:rsid w:val="00D75404"/>
    <w:rsid w:val="00DA24EB"/>
    <w:rsid w:val="00DA7885"/>
    <w:rsid w:val="00DB41C0"/>
    <w:rsid w:val="00DC0113"/>
    <w:rsid w:val="00DD62C8"/>
    <w:rsid w:val="00DD7500"/>
    <w:rsid w:val="00DF6D64"/>
    <w:rsid w:val="00E0119D"/>
    <w:rsid w:val="00E02F1C"/>
    <w:rsid w:val="00E10A97"/>
    <w:rsid w:val="00E1305A"/>
    <w:rsid w:val="00E3602F"/>
    <w:rsid w:val="00E46E29"/>
    <w:rsid w:val="00E479B8"/>
    <w:rsid w:val="00E514FE"/>
    <w:rsid w:val="00E523F7"/>
    <w:rsid w:val="00E53B4B"/>
    <w:rsid w:val="00E600EA"/>
    <w:rsid w:val="00E72116"/>
    <w:rsid w:val="00E734DF"/>
    <w:rsid w:val="00E73F29"/>
    <w:rsid w:val="00E86A94"/>
    <w:rsid w:val="00EA0D3D"/>
    <w:rsid w:val="00EA72F7"/>
    <w:rsid w:val="00ED3757"/>
    <w:rsid w:val="00ED3840"/>
    <w:rsid w:val="00ED6029"/>
    <w:rsid w:val="00ED60C5"/>
    <w:rsid w:val="00EE36C6"/>
    <w:rsid w:val="00EE58EF"/>
    <w:rsid w:val="00EF4F3B"/>
    <w:rsid w:val="00F20DAB"/>
    <w:rsid w:val="00F26033"/>
    <w:rsid w:val="00F3115A"/>
    <w:rsid w:val="00F31656"/>
    <w:rsid w:val="00F53374"/>
    <w:rsid w:val="00F56218"/>
    <w:rsid w:val="00F707CD"/>
    <w:rsid w:val="00F77B65"/>
    <w:rsid w:val="00F84B18"/>
    <w:rsid w:val="00FA0B51"/>
    <w:rsid w:val="00FA0D83"/>
    <w:rsid w:val="00FA2943"/>
    <w:rsid w:val="00FA2B2D"/>
    <w:rsid w:val="00FC22A6"/>
    <w:rsid w:val="00FC2AD4"/>
    <w:rsid w:val="00FD2C77"/>
    <w:rsid w:val="00FE6191"/>
    <w:rsid w:val="00FF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6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C0113"/>
    <w:pPr>
      <w:keepNext/>
      <w:spacing w:after="0" w:line="240" w:lineRule="auto"/>
      <w:jc w:val="center"/>
      <w:outlineLvl w:val="0"/>
    </w:pPr>
    <w:rPr>
      <w:rFonts w:ascii="Courier New" w:hAnsi="Courier New" w:cs="Courier New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DC0113"/>
    <w:pPr>
      <w:keepNext/>
      <w:spacing w:after="0" w:line="240" w:lineRule="auto"/>
      <w:jc w:val="right"/>
      <w:outlineLvl w:val="1"/>
    </w:pPr>
    <w:rPr>
      <w:rFonts w:ascii="Courier New" w:hAnsi="Courier New" w:cs="Courier New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D2C77"/>
    <w:pPr>
      <w:keepNext/>
      <w:spacing w:before="480" w:after="240" w:line="240" w:lineRule="auto"/>
      <w:ind w:left="510" w:firstLine="284"/>
      <w:jc w:val="center"/>
      <w:outlineLvl w:val="2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2C77"/>
    <w:rPr>
      <w:rFonts w:ascii="Arial" w:eastAsia="Times New Roman" w:hAnsi="Arial" w:cs="Times New Roman"/>
      <w:b/>
      <w:szCs w:val="20"/>
    </w:rPr>
  </w:style>
  <w:style w:type="table" w:styleId="a3">
    <w:name w:val="Table Grid"/>
    <w:basedOn w:val="a1"/>
    <w:rsid w:val="00ED60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rsid w:val="00EF4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385"/>
  </w:style>
  <w:style w:type="paragraph" w:styleId="a6">
    <w:name w:val="footer"/>
    <w:basedOn w:val="a"/>
    <w:link w:val="a7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385"/>
  </w:style>
  <w:style w:type="paragraph" w:customStyle="1" w:styleId="a8">
    <w:name w:val="Знак"/>
    <w:basedOn w:val="a"/>
    <w:autoRedefine/>
    <w:rsid w:val="004C0385"/>
    <w:pPr>
      <w:spacing w:after="160" w:line="240" w:lineRule="exact"/>
      <w:ind w:left="26"/>
    </w:pPr>
    <w:rPr>
      <w:rFonts w:ascii="Times New Roman" w:hAnsi="Times New Roman"/>
      <w:sz w:val="24"/>
      <w:szCs w:val="24"/>
      <w:lang w:val="en-US" w:eastAsia="en-US"/>
    </w:rPr>
  </w:style>
  <w:style w:type="paragraph" w:styleId="a9">
    <w:name w:val="No Spacing"/>
    <w:uiPriority w:val="1"/>
    <w:qFormat/>
    <w:rsid w:val="00794044"/>
    <w:rPr>
      <w:sz w:val="22"/>
      <w:szCs w:val="22"/>
    </w:rPr>
  </w:style>
  <w:style w:type="paragraph" w:styleId="31">
    <w:name w:val="Body Text Indent 3"/>
    <w:basedOn w:val="a"/>
    <w:link w:val="32"/>
    <w:semiHidden/>
    <w:rsid w:val="00FD2C77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FD2C77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2C369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C0113"/>
    <w:rPr>
      <w:rFonts w:ascii="Courier New" w:hAnsi="Courier New" w:cs="Courier New"/>
      <w:b/>
      <w:bCs/>
    </w:rPr>
  </w:style>
  <w:style w:type="character" w:customStyle="1" w:styleId="20">
    <w:name w:val="Заголовок 2 Знак"/>
    <w:basedOn w:val="a0"/>
    <w:link w:val="2"/>
    <w:rsid w:val="00DC0113"/>
    <w:rPr>
      <w:rFonts w:ascii="Courier New" w:hAnsi="Courier New" w:cs="Courier New"/>
      <w:b/>
      <w:bCs/>
    </w:rPr>
  </w:style>
  <w:style w:type="character" w:styleId="ab">
    <w:name w:val="Hyperlink"/>
    <w:basedOn w:val="a0"/>
    <w:rsid w:val="00DC0113"/>
    <w:rPr>
      <w:color w:val="0000FF"/>
      <w:u w:val="single"/>
    </w:rPr>
  </w:style>
  <w:style w:type="character" w:styleId="ac">
    <w:name w:val="FollowedHyperlink"/>
    <w:basedOn w:val="a0"/>
    <w:rsid w:val="00DC0113"/>
    <w:rPr>
      <w:color w:val="800080"/>
      <w:u w:val="single"/>
    </w:rPr>
  </w:style>
  <w:style w:type="paragraph" w:customStyle="1" w:styleId="font5">
    <w:name w:val="font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0"/>
      <w:szCs w:val="20"/>
    </w:rPr>
  </w:style>
  <w:style w:type="paragraph" w:customStyle="1" w:styleId="font6">
    <w:name w:val="font6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25">
    <w:name w:val="xl2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6">
    <w:name w:val="xl26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27">
    <w:name w:val="xl27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8">
    <w:name w:val="xl28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29">
    <w:name w:val="xl2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0">
    <w:name w:val="xl3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1">
    <w:name w:val="xl3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2">
    <w:name w:val="xl32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3">
    <w:name w:val="xl33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4">
    <w:name w:val="xl34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5">
    <w:name w:val="xl35"/>
    <w:basedOn w:val="a"/>
    <w:rsid w:val="00DC0113"/>
    <w:pPr>
      <w:spacing w:before="100" w:beforeAutospacing="1" w:after="100" w:afterAutospacing="1" w:line="240" w:lineRule="auto"/>
      <w:jc w:val="center"/>
    </w:pPr>
    <w:rPr>
      <w:rFonts w:ascii="Courier New" w:hAnsi="Courier New" w:cs="Courier New"/>
      <w:sz w:val="24"/>
      <w:szCs w:val="24"/>
    </w:rPr>
  </w:style>
  <w:style w:type="paragraph" w:customStyle="1" w:styleId="xl36">
    <w:name w:val="xl36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7">
    <w:name w:val="xl37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38">
    <w:name w:val="xl38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39">
    <w:name w:val="xl3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0">
    <w:name w:val="xl40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41">
    <w:name w:val="xl41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2">
    <w:name w:val="xl42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3">
    <w:name w:val="xl43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4">
    <w:name w:val="xl44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5">
    <w:name w:val="xl45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6">
    <w:name w:val="xl46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7">
    <w:name w:val="xl47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8">
    <w:name w:val="xl4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9">
    <w:name w:val="xl4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0">
    <w:name w:val="xl5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1">
    <w:name w:val="xl5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2">
    <w:name w:val="xl52"/>
    <w:basedOn w:val="a"/>
    <w:rsid w:val="00DC011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3">
    <w:name w:val="xl53"/>
    <w:basedOn w:val="a"/>
    <w:rsid w:val="00DC0113"/>
    <w:pPr>
      <w:spacing w:before="100" w:beforeAutospacing="1" w:after="100" w:afterAutospacing="1" w:line="240" w:lineRule="auto"/>
      <w:jc w:val="right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4">
    <w:name w:val="xl54"/>
    <w:basedOn w:val="a"/>
    <w:rsid w:val="00DC0113"/>
    <w:pPr>
      <w:spacing w:before="100" w:beforeAutospacing="1" w:after="100" w:afterAutospacing="1" w:line="240" w:lineRule="auto"/>
      <w:ind w:firstLineChars="900" w:firstLine="900"/>
    </w:pPr>
    <w:rPr>
      <w:rFonts w:ascii="Courier New" w:hAnsi="Courier New" w:cs="Courier New"/>
      <w:sz w:val="24"/>
      <w:szCs w:val="24"/>
    </w:rPr>
  </w:style>
  <w:style w:type="paragraph" w:customStyle="1" w:styleId="xl55">
    <w:name w:val="xl55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6">
    <w:name w:val="xl56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7">
    <w:name w:val="xl57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58">
    <w:name w:val="xl5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59">
    <w:name w:val="xl5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60">
    <w:name w:val="xl60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character" w:styleId="ad">
    <w:name w:val="page number"/>
    <w:basedOn w:val="a0"/>
    <w:rsid w:val="00DC0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gr_1\&#1056;&#1072;&#1073;&#1086;&#1095;&#1080;&#1081;%20&#1089;&#1090;&#1086;&#1083;\&#1058;&#1054;&#1052;-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32DC-4E36-4E6E-915D-F631D28D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ТОМ-1</Template>
  <TotalTime>1155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migr_1</dc:creator>
  <cp:keywords/>
  <dc:description/>
  <cp:lastModifiedBy>1</cp:lastModifiedBy>
  <cp:revision>98</cp:revision>
  <cp:lastPrinted>2012-04-23T11:14:00Z</cp:lastPrinted>
  <dcterms:created xsi:type="dcterms:W3CDTF">2012-05-05T08:34:00Z</dcterms:created>
  <dcterms:modified xsi:type="dcterms:W3CDTF">2013-12-24T08:23:00Z</dcterms:modified>
</cp:coreProperties>
</file>